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F8CC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89E6E" w14:textId="7EE5DFD4" w:rsidR="00445970" w:rsidRPr="00EA4832" w:rsidRDefault="0071620A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BA7C9A">
        <w:rPr>
          <w:rFonts w:ascii="Corbel" w:hAnsi="Corbel"/>
          <w:i/>
          <w:smallCaps/>
          <w:sz w:val="24"/>
          <w:szCs w:val="24"/>
        </w:rPr>
        <w:t>2022-2025</w:t>
      </w:r>
      <w:r w:rsidR="00BA7C9A">
        <w:rPr>
          <w:rFonts w:ascii="Corbel" w:hAnsi="Corbel"/>
          <w:i/>
          <w:smallCaps/>
          <w:sz w:val="24"/>
          <w:szCs w:val="24"/>
        </w:rPr>
        <w:br/>
      </w:r>
      <w:r w:rsidR="00A70DEC"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BA7C9A">
        <w:rPr>
          <w:rFonts w:ascii="Corbel" w:hAnsi="Corbel"/>
          <w:sz w:val="20"/>
          <w:szCs w:val="20"/>
        </w:rPr>
        <w:t>4</w:t>
      </w:r>
      <w:r w:rsidR="000E4FF3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BA7C9A">
        <w:rPr>
          <w:rFonts w:ascii="Corbel" w:hAnsi="Corbel"/>
          <w:sz w:val="20"/>
          <w:szCs w:val="20"/>
        </w:rPr>
        <w:t>5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36D23114" w:rsidR="0085747A" w:rsidRPr="009C54AE" w:rsidRDefault="00B76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3E3727F9" w:rsidR="00015B8F" w:rsidRPr="009C54AE" w:rsidRDefault="00B76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9D05301" w:rsidR="009C54AE" w:rsidRPr="0036373F" w:rsidRDefault="000E4F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03E3A" w:rsidRPr="0036373F">
        <w:rPr>
          <w:rFonts w:ascii="Corbel" w:hAnsi="Corbel"/>
          <w:b w:val="0"/>
          <w:smallCaps w:val="0"/>
          <w:szCs w:val="24"/>
        </w:rPr>
        <w:t>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3E12ABB4" w:rsidR="00C857A5" w:rsidRPr="009C54AE" w:rsidRDefault="000E4FF3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857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605EFF8A" w:rsidR="0085747A" w:rsidRPr="009C54AE" w:rsidRDefault="00B766F7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4898DAC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3B39EC54" w:rsidR="00C61DC5" w:rsidRPr="009C54AE" w:rsidRDefault="00B766F7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  <w:bookmarkStart w:id="1" w:name="_GoBack"/>
            <w:bookmarkEnd w:id="1"/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Z. Grzymała, Podstawy ekonomiki i zarządzania w gospodarce komunalnej, SGH, Warszawa 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B7F25" w14:textId="77777777" w:rsidR="007165C3" w:rsidRDefault="007165C3" w:rsidP="00C16ABF">
      <w:pPr>
        <w:spacing w:after="0" w:line="240" w:lineRule="auto"/>
      </w:pPr>
      <w:r>
        <w:separator/>
      </w:r>
    </w:p>
  </w:endnote>
  <w:endnote w:type="continuationSeparator" w:id="0">
    <w:p w14:paraId="187B53CC" w14:textId="77777777" w:rsidR="007165C3" w:rsidRDefault="007165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473A6" w14:textId="77777777" w:rsidR="007165C3" w:rsidRDefault="007165C3" w:rsidP="00C16ABF">
      <w:pPr>
        <w:spacing w:after="0" w:line="240" w:lineRule="auto"/>
      </w:pPr>
      <w:r>
        <w:separator/>
      </w:r>
    </w:p>
  </w:footnote>
  <w:footnote w:type="continuationSeparator" w:id="0">
    <w:p w14:paraId="44025503" w14:textId="77777777" w:rsidR="007165C3" w:rsidRDefault="007165C3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FF3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5ECD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E658F"/>
    <w:rsid w:val="006F1282"/>
    <w:rsid w:val="006F1FBC"/>
    <w:rsid w:val="006F31E2"/>
    <w:rsid w:val="00706544"/>
    <w:rsid w:val="007072BA"/>
    <w:rsid w:val="0071620A"/>
    <w:rsid w:val="007165C3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66FA8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70DEC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766F7"/>
    <w:rsid w:val="00B8056E"/>
    <w:rsid w:val="00B817E2"/>
    <w:rsid w:val="00B819C8"/>
    <w:rsid w:val="00B82308"/>
    <w:rsid w:val="00B90885"/>
    <w:rsid w:val="00B973B4"/>
    <w:rsid w:val="00BA7C9A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3B6A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67FA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1B2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3B860-4B67-4E77-A2C0-6D34DF46F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D2289-7C29-49B7-8653-C206629B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2020-11-13T09:42:00Z</dcterms:created>
  <dcterms:modified xsi:type="dcterms:W3CDTF">2022-05-29T20:16:00Z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